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7F2079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Richwood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062401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7F2079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7F2079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39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7F2079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87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7F2079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39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7F2079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44.8%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64.1%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35.9%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7F2079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94.9%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7F2079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7F2079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5.1%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7F2079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7F2079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7F2079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94.9%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7F2079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7F2079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7F2079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7F2079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7F2079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2.6%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7F2079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2.6%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94.9%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38.5%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7F2079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10.3%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7F2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10.3%</w:t>
            </w:r>
          </w:p>
        </w:tc>
        <w:tc>
          <w:tcPr>
            <w:tcW w:w="912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30.8%</w:t>
            </w:r>
          </w:p>
        </w:tc>
        <w:tc>
          <w:tcPr>
            <w:tcW w:w="912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51.3%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  <w:tc>
          <w:tcPr>
            <w:tcW w:w="912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  <w:tc>
          <w:tcPr>
            <w:tcW w:w="912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20.5%</w:t>
            </w:r>
          </w:p>
        </w:tc>
        <w:tc>
          <w:tcPr>
            <w:tcW w:w="912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  <w:tc>
          <w:tcPr>
            <w:tcW w:w="912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  <w:tc>
          <w:tcPr>
            <w:tcW w:w="912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7F2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7F2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76.9%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7F2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7F2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7F2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7F2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7F2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7F2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10.3%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7F2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7F207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87.2%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7F2079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12.8%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7F207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7F2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7F2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7F2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7F2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7F2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7F2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7F2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7F2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7F2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7F2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2.6%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440" w:type="dxa"/>
          </w:tcPr>
          <w:p w:rsidR="00ED0933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10.3%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7F2079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1440" w:type="dxa"/>
          </w:tcPr>
          <w:p w:rsidR="009B797D" w:rsidRPr="00797E2A" w:rsidRDefault="007F2079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15.4%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7F2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440" w:type="dxa"/>
          </w:tcPr>
          <w:p w:rsidR="008B42CE" w:rsidRPr="00797E2A" w:rsidRDefault="007F2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15.4%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7F2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40" w:type="dxa"/>
          </w:tcPr>
          <w:p w:rsidR="008B42CE" w:rsidRPr="00797E2A" w:rsidRDefault="007F2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30.8%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41.0%</w:t>
            </w:r>
          </w:p>
        </w:tc>
        <w:tc>
          <w:tcPr>
            <w:tcW w:w="1440" w:type="dxa"/>
          </w:tcPr>
          <w:p w:rsidR="00ED0933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28.2%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889" w:type="pct"/>
          </w:tcPr>
          <w:p w:rsidR="004206F3" w:rsidRPr="000B28B6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69.2%</w:t>
            </w:r>
          </w:p>
        </w:tc>
        <w:tc>
          <w:tcPr>
            <w:tcW w:w="1011" w:type="pct"/>
          </w:tcPr>
          <w:p w:rsidR="004206F3" w:rsidRPr="000B28B6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889" w:type="pct"/>
          </w:tcPr>
          <w:p w:rsidR="004206F3" w:rsidRPr="000B28B6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69.2%</w:t>
            </w:r>
          </w:p>
        </w:tc>
        <w:tc>
          <w:tcPr>
            <w:tcW w:w="1011" w:type="pct"/>
          </w:tcPr>
          <w:p w:rsidR="004206F3" w:rsidRPr="000B28B6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56.4%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43.6%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23.1%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23.1%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48.7%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2250" w:type="dxa"/>
            <w:noWrap/>
          </w:tcPr>
          <w:p w:rsidR="004206F3" w:rsidRPr="00797E2A" w:rsidRDefault="007F2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2.6%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10.3%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370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28.2%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370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17.9%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370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10.3%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370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10.3%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370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15.4%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370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5.1%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2.6%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38.5%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38.5%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5.1%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56.4%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53.8%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F2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23.1%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17.9%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23.1%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12.8%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17.9%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35.9%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23.1%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5.1%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10.3%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10.3%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17.9%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12.8%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23.1%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10.3%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10.3%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10.3%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7.7%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7.7%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5.1%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F2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35.9%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5.1%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7.7%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43.6%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7.7%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35.9%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43.6%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61.5%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51.3%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5.1%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48.7%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7.7%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7.7%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48.7%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7.7%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48.7%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59.0%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5.1%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5.1%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7.7%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26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99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170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38.5%</w:t>
            </w:r>
          </w:p>
        </w:tc>
        <w:tc>
          <w:tcPr>
            <w:tcW w:w="1435" w:type="dxa"/>
            <w:noWrap/>
          </w:tcPr>
          <w:p w:rsidR="00364F87" w:rsidRPr="00797E2A" w:rsidRDefault="007F2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7.7%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43.6%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61.5%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35.9%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69.2%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64.1%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82.1%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38.5%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43.6%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64.1%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59.0%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69.2%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17.9%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7F2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12.8%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079" w:rsidRDefault="007F2079" w:rsidP="0035328A">
      <w:pPr>
        <w:spacing w:after="0" w:line="240" w:lineRule="auto"/>
      </w:pPr>
      <w:r>
        <w:separator/>
      </w:r>
    </w:p>
  </w:endnote>
  <w:endnote w:type="continuationSeparator" w:id="0">
    <w:p w:rsidR="007F2079" w:rsidRDefault="007F207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7F2079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079" w:rsidRDefault="007F2079" w:rsidP="0035328A">
      <w:pPr>
        <w:spacing w:after="0" w:line="240" w:lineRule="auto"/>
      </w:pPr>
      <w:r>
        <w:separator/>
      </w:r>
    </w:p>
  </w:footnote>
  <w:footnote w:type="continuationSeparator" w:id="0">
    <w:p w:rsidR="007F2079" w:rsidRDefault="007F207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079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2079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C7EBF4EF-06B9-413C-BD4A-0E418216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1C114-DA83-4BB4-AD80-2592653FD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